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7597" w14:textId="77777777" w:rsidR="0022689C" w:rsidRPr="00AF3366" w:rsidRDefault="0022689C" w:rsidP="00AF3366">
      <w:pPr>
        <w:ind w:left="284"/>
        <w:contextualSpacing/>
        <w:rPr>
          <w:rFonts w:ascii="Comic Sans MS" w:hAnsi="Comic Sans MS"/>
          <w:color w:val="auto"/>
          <w:sz w:val="16"/>
          <w:szCs w:val="16"/>
        </w:rPr>
      </w:pPr>
    </w:p>
    <w:p w14:paraId="476A24F4" w14:textId="647ABF10" w:rsidR="0022689C" w:rsidRPr="00AF3366" w:rsidRDefault="0022689C" w:rsidP="007218B4">
      <w:pPr>
        <w:ind w:left="284"/>
        <w:rPr>
          <w:rFonts w:ascii="Comic Sans MS" w:hAnsi="Comic Sans MS"/>
          <w:b/>
          <w:bCs/>
          <w:color w:val="auto"/>
          <w:sz w:val="16"/>
          <w:szCs w:val="16"/>
          <w:u w:val="single"/>
        </w:rPr>
      </w:pPr>
      <w:r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Question  - Gonflage de blocs (9 p</w:t>
      </w:r>
      <w:r w:rsidR="006F72AD"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oin</w:t>
      </w:r>
      <w:r w:rsidRPr="00AF3366">
        <w:rPr>
          <w:rFonts w:ascii="Comic Sans MS" w:hAnsi="Comic Sans MS"/>
          <w:b/>
          <w:bCs/>
          <w:color w:val="auto"/>
          <w:sz w:val="16"/>
          <w:szCs w:val="16"/>
          <w:u w:val="single"/>
        </w:rPr>
        <w:t>ts)</w:t>
      </w:r>
    </w:p>
    <w:p w14:paraId="46407651" w14:textId="77777777" w:rsidR="0091746A" w:rsidRPr="00AF3366" w:rsidRDefault="0091746A" w:rsidP="007218B4">
      <w:pPr>
        <w:ind w:left="284"/>
        <w:contextualSpacing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>Vous disposez de :</w:t>
      </w:r>
    </w:p>
    <w:p w14:paraId="3207D426" w14:textId="0FDE54D9" w:rsidR="0091746A" w:rsidRPr="00AF3366" w:rsidRDefault="005D756E" w:rsidP="007218B4">
      <w:pPr>
        <w:pStyle w:val="Paragraphedeliste"/>
        <w:numPr>
          <w:ilvl w:val="0"/>
          <w:numId w:val="15"/>
        </w:numPr>
        <w:spacing w:after="0" w:line="240" w:lineRule="auto"/>
        <w:ind w:left="641" w:hanging="74"/>
        <w:contextualSpacing w:val="0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1</w:t>
      </w:r>
      <w:r w:rsidR="0091746A" w:rsidRPr="00AF3366">
        <w:rPr>
          <w:rFonts w:ascii="Comic Sans MS" w:hAnsi="Comic Sans MS"/>
          <w:sz w:val="16"/>
          <w:szCs w:val="16"/>
        </w:rPr>
        <w:t xml:space="preserve"> compresseur de 30m</w:t>
      </w:r>
      <w:r w:rsidR="0091746A" w:rsidRPr="00AF3366">
        <w:rPr>
          <w:rFonts w:ascii="Comic Sans MS" w:hAnsi="Comic Sans MS"/>
          <w:sz w:val="16"/>
          <w:szCs w:val="16"/>
          <w:vertAlign w:val="superscript"/>
        </w:rPr>
        <w:t>3</w:t>
      </w:r>
      <w:r w:rsidR="0091746A" w:rsidRPr="00AF3366">
        <w:rPr>
          <w:rFonts w:ascii="Comic Sans MS" w:hAnsi="Comic Sans MS"/>
          <w:sz w:val="16"/>
          <w:szCs w:val="16"/>
        </w:rPr>
        <w:t>/heure ;</w:t>
      </w:r>
    </w:p>
    <w:p w14:paraId="71627DA9" w14:textId="04DC4FB5" w:rsidR="0091746A" w:rsidRPr="00AF3366" w:rsidRDefault="0091746A" w:rsidP="007218B4">
      <w:pPr>
        <w:pStyle w:val="Paragraphedeliste"/>
        <w:numPr>
          <w:ilvl w:val="0"/>
          <w:numId w:val="15"/>
        </w:numPr>
        <w:spacing w:after="0" w:line="240" w:lineRule="auto"/>
        <w:ind w:hanging="74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2 rampes de 2 bouteilles tampons chacune d’une capacité de 50 L à 250 bar</w:t>
      </w:r>
      <w:r w:rsidR="006F72AD" w:rsidRPr="00AF3366">
        <w:rPr>
          <w:rFonts w:ascii="Comic Sans MS" w:hAnsi="Comic Sans MS"/>
          <w:sz w:val="16"/>
          <w:szCs w:val="16"/>
        </w:rPr>
        <w:t>s</w:t>
      </w:r>
      <w:r w:rsidRPr="00AF3366">
        <w:rPr>
          <w:rFonts w:ascii="Comic Sans MS" w:hAnsi="Comic Sans MS"/>
          <w:sz w:val="16"/>
          <w:szCs w:val="16"/>
        </w:rPr>
        <w:t> ;</w:t>
      </w:r>
    </w:p>
    <w:p w14:paraId="6A7B9DA6" w14:textId="12EA875B" w:rsidR="0091746A" w:rsidRPr="00AF3366" w:rsidRDefault="0091746A" w:rsidP="007218B4">
      <w:pPr>
        <w:pStyle w:val="Paragraphedeliste"/>
        <w:numPr>
          <w:ilvl w:val="0"/>
          <w:numId w:val="15"/>
        </w:numPr>
        <w:spacing w:after="0" w:line="240" w:lineRule="auto"/>
        <w:ind w:hanging="74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10 blocs de 12 L dans lesquels il reste en moyenne 35 bar</w:t>
      </w:r>
      <w:r w:rsidR="006F72AD" w:rsidRPr="00AF3366">
        <w:rPr>
          <w:rFonts w:ascii="Comic Sans MS" w:hAnsi="Comic Sans MS"/>
          <w:sz w:val="16"/>
          <w:szCs w:val="16"/>
        </w:rPr>
        <w:t>s</w:t>
      </w:r>
      <w:r w:rsidRPr="00AF3366">
        <w:rPr>
          <w:rFonts w:ascii="Comic Sans MS" w:hAnsi="Comic Sans MS"/>
          <w:sz w:val="16"/>
          <w:szCs w:val="16"/>
        </w:rPr>
        <w:t xml:space="preserve"> d’air ;</w:t>
      </w:r>
    </w:p>
    <w:p w14:paraId="235BE0D1" w14:textId="4A57752A" w:rsidR="0091746A" w:rsidRPr="00AF3366" w:rsidRDefault="0091746A" w:rsidP="007218B4">
      <w:pPr>
        <w:pStyle w:val="Paragraphedeliste"/>
        <w:numPr>
          <w:ilvl w:val="0"/>
          <w:numId w:val="15"/>
        </w:numPr>
        <w:spacing w:after="0" w:line="240" w:lineRule="auto"/>
        <w:ind w:hanging="74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6 blocs de 15 L dans lesquels il reste en moyenne 60 bar</w:t>
      </w:r>
      <w:r w:rsidR="006F72AD" w:rsidRPr="00AF3366">
        <w:rPr>
          <w:rFonts w:ascii="Comic Sans MS" w:hAnsi="Comic Sans MS"/>
          <w:sz w:val="16"/>
          <w:szCs w:val="16"/>
        </w:rPr>
        <w:t>s</w:t>
      </w:r>
      <w:r w:rsidRPr="00AF3366">
        <w:rPr>
          <w:rFonts w:ascii="Comic Sans MS" w:hAnsi="Comic Sans MS"/>
          <w:sz w:val="16"/>
          <w:szCs w:val="16"/>
        </w:rPr>
        <w:t xml:space="preserve"> d’air.</w:t>
      </w:r>
    </w:p>
    <w:p w14:paraId="16CC80E7" w14:textId="793AA6DC" w:rsidR="0091746A" w:rsidRPr="00AF3366" w:rsidRDefault="0091746A" w:rsidP="007218B4">
      <w:pPr>
        <w:tabs>
          <w:tab w:val="left" w:pos="5292"/>
        </w:tabs>
        <w:ind w:left="284"/>
        <w:contextualSpacing/>
        <w:rPr>
          <w:rFonts w:ascii="Comic Sans MS" w:hAnsi="Comic Sans MS"/>
          <w:color w:val="auto"/>
          <w:sz w:val="16"/>
          <w:szCs w:val="16"/>
        </w:rPr>
      </w:pPr>
      <w:r w:rsidRPr="00AF3366">
        <w:rPr>
          <w:rFonts w:ascii="Comic Sans MS" w:hAnsi="Comic Sans MS"/>
          <w:color w:val="auto"/>
          <w:sz w:val="16"/>
          <w:szCs w:val="16"/>
        </w:rPr>
        <w:t>Vous devez gonfler l’ensemble des blocs à 200 bar</w:t>
      </w:r>
      <w:r w:rsidR="006F72AD" w:rsidRPr="00AF3366">
        <w:rPr>
          <w:rFonts w:ascii="Comic Sans MS" w:hAnsi="Comic Sans MS"/>
          <w:color w:val="auto"/>
          <w:sz w:val="16"/>
          <w:szCs w:val="16"/>
        </w:rPr>
        <w:t>s</w:t>
      </w:r>
      <w:r w:rsidRPr="00AF3366">
        <w:rPr>
          <w:rFonts w:ascii="Comic Sans MS" w:hAnsi="Comic Sans MS"/>
          <w:color w:val="auto"/>
          <w:sz w:val="16"/>
          <w:szCs w:val="16"/>
        </w:rPr>
        <w:t xml:space="preserve"> et deux méthodes de gonflage sont envisagées avant de faire l’appoint à l‘aide du compresseur :</w:t>
      </w:r>
    </w:p>
    <w:p w14:paraId="3E79E2A1" w14:textId="77777777" w:rsidR="0091746A" w:rsidRPr="00AF3366" w:rsidRDefault="0091746A" w:rsidP="007218B4">
      <w:pPr>
        <w:pStyle w:val="Paragraphedeliste"/>
        <w:numPr>
          <w:ilvl w:val="0"/>
          <w:numId w:val="33"/>
        </w:numPr>
        <w:spacing w:after="0" w:line="240" w:lineRule="auto"/>
        <w:ind w:hanging="77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Faire l’équilibre de l’ensemble des blocs et des tampons en une seule opération ;</w:t>
      </w:r>
    </w:p>
    <w:p w14:paraId="64F8039E" w14:textId="6E73654B" w:rsidR="0091746A" w:rsidRDefault="0091746A" w:rsidP="007218B4">
      <w:pPr>
        <w:pStyle w:val="Paragraphedeliste"/>
        <w:numPr>
          <w:ilvl w:val="0"/>
          <w:numId w:val="33"/>
        </w:numPr>
        <w:spacing w:after="0" w:line="240" w:lineRule="auto"/>
        <w:ind w:hanging="77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Utiliser les deux rampes de tampons l’une après l’autre.</w:t>
      </w:r>
    </w:p>
    <w:p w14:paraId="5C01F258" w14:textId="77777777" w:rsidR="007218B4" w:rsidRPr="00AF3366" w:rsidRDefault="007218B4" w:rsidP="007218B4">
      <w:pPr>
        <w:pStyle w:val="Paragraphedeliste"/>
        <w:spacing w:after="0" w:line="240" w:lineRule="auto"/>
        <w:ind w:left="0"/>
        <w:rPr>
          <w:rFonts w:ascii="Comic Sans MS" w:hAnsi="Comic Sans MS"/>
          <w:sz w:val="16"/>
          <w:szCs w:val="16"/>
        </w:rPr>
      </w:pPr>
    </w:p>
    <w:p w14:paraId="610C870F" w14:textId="51BAFCCC" w:rsidR="00B517E1" w:rsidRDefault="0091746A" w:rsidP="007218B4">
      <w:pPr>
        <w:pStyle w:val="Paragraphedeliste"/>
        <w:spacing w:after="0" w:line="240" w:lineRule="auto"/>
        <w:ind w:left="284"/>
        <w:contextualSpacing w:val="0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Dans chaque cas</w:t>
      </w:r>
      <w:r w:rsidR="009F5938" w:rsidRPr="00AF3366">
        <w:rPr>
          <w:rFonts w:ascii="Comic Sans MS" w:hAnsi="Comic Sans MS"/>
          <w:sz w:val="16"/>
          <w:szCs w:val="16"/>
        </w:rPr>
        <w:t> :</w:t>
      </w:r>
    </w:p>
    <w:p w14:paraId="0D810E5B" w14:textId="77777777" w:rsidR="007218B4" w:rsidRPr="00AF3366" w:rsidRDefault="007218B4" w:rsidP="007218B4">
      <w:pPr>
        <w:pStyle w:val="Paragraphedeliste"/>
        <w:spacing w:after="0" w:line="240" w:lineRule="auto"/>
        <w:ind w:left="284"/>
        <w:contextualSpacing w:val="0"/>
        <w:rPr>
          <w:rFonts w:ascii="Comic Sans MS" w:hAnsi="Comic Sans MS"/>
          <w:sz w:val="16"/>
          <w:szCs w:val="16"/>
        </w:rPr>
      </w:pPr>
    </w:p>
    <w:p w14:paraId="38480315" w14:textId="5A11F5CF" w:rsidR="00B517E1" w:rsidRPr="00AF3366" w:rsidRDefault="00F56DFE" w:rsidP="007218B4">
      <w:pPr>
        <w:pStyle w:val="Paragraphedeliste"/>
        <w:numPr>
          <w:ilvl w:val="0"/>
          <w:numId w:val="27"/>
        </w:numPr>
        <w:spacing w:after="0" w:line="240" w:lineRule="auto"/>
        <w:contextualSpacing w:val="0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Après l’utilisation des tampons, c</w:t>
      </w:r>
      <w:r w:rsidR="00B517E1" w:rsidRPr="00AF3366">
        <w:rPr>
          <w:rFonts w:ascii="Comic Sans MS" w:hAnsi="Comic Sans MS"/>
          <w:sz w:val="16"/>
          <w:szCs w:val="16"/>
        </w:rPr>
        <w:t xml:space="preserve">alculez le temps </w:t>
      </w:r>
      <w:r w:rsidRPr="00AF3366">
        <w:rPr>
          <w:rFonts w:ascii="Comic Sans MS" w:hAnsi="Comic Sans MS"/>
          <w:sz w:val="16"/>
          <w:szCs w:val="16"/>
        </w:rPr>
        <w:t>de fonctionnement</w:t>
      </w:r>
      <w:r w:rsidR="006F72AD" w:rsidRPr="00AF3366">
        <w:rPr>
          <w:rFonts w:ascii="Comic Sans MS" w:hAnsi="Comic Sans MS"/>
          <w:sz w:val="16"/>
          <w:szCs w:val="16"/>
        </w:rPr>
        <w:t xml:space="preserve"> du compresseur</w:t>
      </w:r>
      <w:r w:rsidR="00B517E1" w:rsidRPr="00AF3366">
        <w:rPr>
          <w:rFonts w:ascii="Comic Sans MS" w:hAnsi="Comic Sans MS"/>
          <w:sz w:val="16"/>
          <w:szCs w:val="16"/>
        </w:rPr>
        <w:t xml:space="preserve"> pour </w:t>
      </w:r>
      <w:r w:rsidR="006F72AD" w:rsidRPr="00AF3366">
        <w:rPr>
          <w:rFonts w:ascii="Comic Sans MS" w:hAnsi="Comic Sans MS"/>
          <w:sz w:val="16"/>
          <w:szCs w:val="16"/>
        </w:rPr>
        <w:t>réaliser ce gonflage</w:t>
      </w:r>
      <w:r w:rsidR="00B517E1" w:rsidRPr="00AF3366">
        <w:rPr>
          <w:rFonts w:ascii="Comic Sans MS" w:hAnsi="Comic Sans MS"/>
          <w:sz w:val="16"/>
          <w:szCs w:val="16"/>
        </w:rPr>
        <w:t>. (6 p</w:t>
      </w:r>
      <w:r w:rsidR="006F72AD" w:rsidRPr="00AF3366">
        <w:rPr>
          <w:rFonts w:ascii="Comic Sans MS" w:hAnsi="Comic Sans MS"/>
          <w:sz w:val="16"/>
          <w:szCs w:val="16"/>
        </w:rPr>
        <w:t>oin</w:t>
      </w:r>
      <w:r w:rsidR="00B517E1" w:rsidRPr="00AF3366">
        <w:rPr>
          <w:rFonts w:ascii="Comic Sans MS" w:hAnsi="Comic Sans MS"/>
          <w:sz w:val="16"/>
          <w:szCs w:val="16"/>
        </w:rPr>
        <w:t>ts).</w:t>
      </w:r>
    </w:p>
    <w:p w14:paraId="3DAAFDD1" w14:textId="48B760D8" w:rsidR="00B517E1" w:rsidRPr="00AF3366" w:rsidRDefault="00B517E1" w:rsidP="007218B4">
      <w:pPr>
        <w:tabs>
          <w:tab w:val="left" w:pos="284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eastAsia="en-US"/>
        </w:rPr>
        <w:t>Première opération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 : 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utilisation simultanée des rampes de tampons</w:t>
      </w:r>
    </w:p>
    <w:p w14:paraId="63D815D0" w14:textId="7F93337E" w:rsidR="00B517E1" w:rsidRPr="00AF3366" w:rsidRDefault="00B517E1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Blocs de 12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  <w:r w:rsidR="00514594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 : v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olume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résiduel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 : 12 x 10 x 35 = 4200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</w:p>
    <w:p w14:paraId="73C9B310" w14:textId="4D2B7530" w:rsidR="00B517E1" w:rsidRPr="00AF3366" w:rsidRDefault="00B517E1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Blocs de 15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  <w:r w:rsidR="00514594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 : 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volume résiduel</w:t>
      </w:r>
      <w:r w:rsidR="00514594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 :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15 x 6 x 60 = 5400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</w:p>
    <w:p w14:paraId="216764EE" w14:textId="173B9B91" w:rsidR="0091746A" w:rsidRPr="00AF3366" w:rsidRDefault="00B517E1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Tampons</w:t>
      </w:r>
      <w:r w:rsidR="00514594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 : volume disponible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 : 50 x 4 x 250 = 50000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</w:p>
    <w:p w14:paraId="15572658" w14:textId="653B3446" w:rsidR="00B517E1" w:rsidRPr="00AF3366" w:rsidRDefault="00B47134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Blocs + tampons : capacité totale :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(12 x 10) + (15 x 6) + (50 x 4) = 410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</w:p>
    <w:p w14:paraId="4B66C5C0" w14:textId="29EE04F0" w:rsidR="00B517E1" w:rsidRPr="00AF3366" w:rsidRDefault="00B47134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Blocs + tampons : volume total :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4200 + 5400 + 50000 = 59600</w:t>
      </w:r>
      <w:r w:rsidR="0091746A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L</w:t>
      </w:r>
    </w:p>
    <w:p w14:paraId="40BD310A" w14:textId="2B4047A7" w:rsidR="00B517E1" w:rsidRPr="00AF3366" w:rsidRDefault="00B47134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sym w:font="Wingdings" w:char="F0E0"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P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ression à l’équilibre dans chaque bloc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 :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59600/410 = </w:t>
      </w:r>
      <w:r w:rsidR="00B517E1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145,37 bar</w:t>
      </w:r>
      <w:r w:rsidR="0091746A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s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(1 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point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).</w:t>
      </w:r>
    </w:p>
    <w:p w14:paraId="251B2B93" w14:textId="77777777" w:rsidR="00B47134" w:rsidRPr="00AF3366" w:rsidRDefault="00B47134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sym w:font="Wingdings" w:char="F0E0"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Pression à rajouter dans les blocs de 12 et 15 L pour arriver à 200 bars : 200 – 145,37 =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54,63 bar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s</w:t>
      </w:r>
    </w:p>
    <w:p w14:paraId="350F21C1" w14:textId="36DE8EDE" w:rsidR="00B517E1" w:rsidRPr="00AF3366" w:rsidRDefault="00B47134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Soit :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54,63 x (12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x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10 + 15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x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6)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=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11472,3 L</w:t>
      </w:r>
      <w:r w:rsidR="00004613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ab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(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1 p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oin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t).</w:t>
      </w:r>
    </w:p>
    <w:p w14:paraId="1067C7FE" w14:textId="5C098AB0" w:rsidR="000D5296" w:rsidRPr="00AF3366" w:rsidRDefault="000D5296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Débit du compresseur : 30 m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vertAlign w:val="superscript"/>
          <w:lang w:eastAsia="en-US"/>
        </w:rPr>
        <w:t>3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/h = 30000 L/h = 500 L/min</w:t>
      </w:r>
    </w:p>
    <w:p w14:paraId="208EA9C7" w14:textId="29B12808" w:rsidR="00B517E1" w:rsidRPr="00AF3366" w:rsidRDefault="000D5296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Durée de gonflage :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11472,3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/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500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) =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22,94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min, soit :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23 min</w:t>
      </w:r>
      <w:r w:rsidR="00004613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ab/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(1 p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oin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t)</w:t>
      </w:r>
    </w:p>
    <w:p w14:paraId="1C1407C5" w14:textId="77777777" w:rsidR="00B517E1" w:rsidRPr="00AF3366" w:rsidRDefault="00B517E1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</w:p>
    <w:p w14:paraId="477AC730" w14:textId="03040064" w:rsidR="00B517E1" w:rsidRPr="00AF3366" w:rsidRDefault="00B517E1" w:rsidP="007218B4">
      <w:pPr>
        <w:tabs>
          <w:tab w:val="left" w:pos="284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eastAsia="en-US"/>
        </w:rPr>
        <w:t>Seconde opération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eastAsia="en-US"/>
        </w:rPr>
        <w:t> 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: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utilis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ation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d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es 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rampes de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tampons l’un</w:t>
      </w:r>
      <w:r w:rsidR="00E9644B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e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après l’autre.</w:t>
      </w:r>
    </w:p>
    <w:p w14:paraId="4C38663C" w14:textId="77777777" w:rsidR="00B517E1" w:rsidRPr="00AF3366" w:rsidRDefault="00B517E1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val="pt-PT" w:eastAsia="en-US"/>
        </w:rPr>
      </w:pPr>
      <w:proofErr w:type="spellStart"/>
      <w:r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val="pt-PT" w:eastAsia="en-US"/>
        </w:rPr>
        <w:t>Rampe</w:t>
      </w:r>
      <w:proofErr w:type="spellEnd"/>
      <w:r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val="pt-PT" w:eastAsia="en-US"/>
        </w:rPr>
        <w:t xml:space="preserve"> 1</w:t>
      </w:r>
    </w:p>
    <w:p w14:paraId="56C5DDD6" w14:textId="4FEF2560" w:rsidR="00D12149" w:rsidRPr="00AF3366" w:rsidRDefault="00374433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Volume </w:t>
      </w:r>
      <w:proofErr w:type="spellStart"/>
      <w:proofErr w:type="gramStart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disponible</w:t>
      </w:r>
      <w:proofErr w:type="spellEnd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:</w:t>
      </w:r>
      <w:proofErr w:type="gramEnd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(12 x 10 x 35) + (15 x 6 x 60) + 2 x (50 x 250) = 4200 + 5400 + 25000 = 34600</w:t>
      </w:r>
      <w:r w:rsidR="00D12149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L</w:t>
      </w:r>
    </w:p>
    <w:p w14:paraId="1E9FD4AF" w14:textId="1157CBF8" w:rsidR="00374433" w:rsidRPr="00AF3366" w:rsidRDefault="00A73772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sym w:font="Wingdings" w:char="F0E0"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</w:t>
      </w:r>
      <w:proofErr w:type="spellStart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Pression</w:t>
      </w:r>
      <w:proofErr w:type="spellEnd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</w:t>
      </w:r>
      <w:proofErr w:type="gramStart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d’</w:t>
      </w:r>
      <w:proofErr w:type="spellStart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équilibre</w:t>
      </w:r>
      <w:proofErr w:type="spellEnd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:</w:t>
      </w:r>
      <w:proofErr w:type="gramEnd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34600 / 310 = </w:t>
      </w:r>
      <w:r w:rsidR="00B517E1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val="pt-PT" w:eastAsia="en-US"/>
        </w:rPr>
        <w:t>111,61</w:t>
      </w:r>
      <w:r w:rsidR="00374433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val="pt-PT" w:eastAsia="en-US"/>
        </w:rPr>
        <w:t xml:space="preserve"> </w:t>
      </w:r>
      <w:proofErr w:type="spellStart"/>
      <w:r w:rsidR="00B517E1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val="pt-PT" w:eastAsia="en-US"/>
        </w:rPr>
        <w:t>bar</w:t>
      </w:r>
      <w:r w:rsidR="00374433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val="pt-PT" w:eastAsia="en-US"/>
        </w:rPr>
        <w:t>s</w:t>
      </w:r>
      <w:proofErr w:type="spellEnd"/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ab/>
      </w:r>
      <w:r w:rsidR="00F17752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ab/>
      </w:r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(1 </w:t>
      </w:r>
      <w:proofErr w:type="spellStart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point</w:t>
      </w:r>
      <w:proofErr w:type="spellEnd"/>
      <w:r w:rsidR="00374433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)</w:t>
      </w:r>
    </w:p>
    <w:p w14:paraId="4851D055" w14:textId="01225EE9" w:rsidR="00B517E1" w:rsidRPr="00AF3366" w:rsidRDefault="00B517E1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val="pt-PT" w:eastAsia="en-US"/>
        </w:rPr>
      </w:pPr>
      <w:proofErr w:type="spellStart"/>
      <w:r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val="pt-PT" w:eastAsia="en-US"/>
        </w:rPr>
        <w:t>Rampe</w:t>
      </w:r>
      <w:proofErr w:type="spellEnd"/>
      <w:r w:rsidRPr="00AF3366">
        <w:rPr>
          <w:rFonts w:ascii="Comic Sans MS" w:eastAsia="Calibri" w:hAnsi="Comic Sans MS" w:cs="Times New Roman"/>
          <w:color w:val="0070C0"/>
          <w:sz w:val="16"/>
          <w:szCs w:val="16"/>
          <w:u w:val="single"/>
          <w:lang w:val="pt-PT" w:eastAsia="en-US"/>
        </w:rPr>
        <w:t xml:space="preserve"> 2</w:t>
      </w:r>
    </w:p>
    <w:p w14:paraId="05B21E2E" w14:textId="6C042BE6" w:rsidR="00B517E1" w:rsidRPr="00AF3366" w:rsidRDefault="00374433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Volume </w:t>
      </w:r>
      <w:proofErr w:type="spellStart"/>
      <w:proofErr w:type="gramStart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disponible</w:t>
      </w:r>
      <w:proofErr w:type="spellEnd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:</w:t>
      </w:r>
      <w:proofErr w:type="gramEnd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210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x 111,61 + 2 x (50 x 250) = </w:t>
      </w:r>
      <w:r w:rsidR="00A73772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23438,1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+ 25 000 = 48438,10</w:t>
      </w:r>
      <w:r w:rsidR="00D12149"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 L </w:t>
      </w:r>
    </w:p>
    <w:p w14:paraId="1D3C8143" w14:textId="7715090B" w:rsidR="00B517E1" w:rsidRPr="00AF3366" w:rsidRDefault="00A73772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sym w:font="Wingdings" w:char="F0E0"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Pression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d’équilibre</w:t>
      </w:r>
      <w:r w:rsidR="00B517E1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 : 48438,10 / 310 = </w:t>
      </w:r>
      <w:r w:rsidR="00B517E1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156,25</w:t>
      </w:r>
      <w:r w:rsidR="00D12149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 xml:space="preserve"> </w:t>
      </w:r>
      <w:r w:rsidR="00B517E1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bar</w:t>
      </w:r>
      <w:r w:rsidR="00D12149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s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ab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 xml:space="preserve">(1 </w:t>
      </w:r>
      <w:proofErr w:type="spellStart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point</w:t>
      </w:r>
      <w:proofErr w:type="spellEnd"/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val="pt-PT" w:eastAsia="en-US"/>
        </w:rPr>
        <w:t>)</w:t>
      </w:r>
    </w:p>
    <w:p w14:paraId="0137490D" w14:textId="057C1018" w:rsidR="00A73772" w:rsidRPr="00AF3366" w:rsidRDefault="00A73772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sym w:font="Wingdings" w:char="F0E0"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Pression à rajouter dans les blocs de 12 et 15 L pour arriver à 200 bars : 200 – 156,25 = 43,75 bars</w:t>
      </w:r>
    </w:p>
    <w:p w14:paraId="40FA2BA6" w14:textId="5798F347" w:rsidR="00A73772" w:rsidRPr="00AF3366" w:rsidRDefault="00A73772" w:rsidP="007218B4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Soit : 43,75 x (12 x 10 + 15 x 6) =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9187,5 L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 (1 point).</w:t>
      </w:r>
    </w:p>
    <w:p w14:paraId="7DDF7924" w14:textId="2B107048" w:rsidR="00A73772" w:rsidRDefault="00A73772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Durée de gonflage : 9187,5 / 500) = 18,375 min, soit :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18 min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</w:t>
      </w:r>
      <w:r w:rsidR="00914968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22 s</w:t>
      </w:r>
      <w:r w:rsidR="00004613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ab/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(1 point)</w:t>
      </w:r>
    </w:p>
    <w:p w14:paraId="081D0C6B" w14:textId="77777777" w:rsidR="007218B4" w:rsidRPr="00AF3366" w:rsidRDefault="007218B4" w:rsidP="007218B4">
      <w:pPr>
        <w:ind w:left="284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</w:p>
    <w:p w14:paraId="58B11DB8" w14:textId="529E7980" w:rsidR="00B517E1" w:rsidRPr="00AF3366" w:rsidRDefault="00F56DFE" w:rsidP="007218B4">
      <w:pPr>
        <w:pStyle w:val="Paragraphedeliste"/>
        <w:numPr>
          <w:ilvl w:val="0"/>
          <w:numId w:val="27"/>
        </w:numPr>
        <w:spacing w:after="0" w:line="240" w:lineRule="auto"/>
        <w:rPr>
          <w:rFonts w:ascii="Comic Sans MS" w:hAnsi="Comic Sans MS"/>
          <w:sz w:val="16"/>
          <w:szCs w:val="16"/>
        </w:rPr>
      </w:pPr>
      <w:r w:rsidRPr="00AF3366">
        <w:rPr>
          <w:rFonts w:ascii="Comic Sans MS" w:hAnsi="Comic Sans MS"/>
          <w:sz w:val="16"/>
          <w:szCs w:val="16"/>
        </w:rPr>
        <w:t>Ce gonflage réalisé, calculez</w:t>
      </w:r>
      <w:r w:rsidR="0091746A" w:rsidRPr="00AF3366">
        <w:rPr>
          <w:rFonts w:ascii="Comic Sans MS" w:hAnsi="Comic Sans MS"/>
          <w:sz w:val="16"/>
          <w:szCs w:val="16"/>
        </w:rPr>
        <w:t xml:space="preserve"> le temps de regonflage à 250 bars des 4 tampons. (3 p</w:t>
      </w:r>
      <w:r w:rsidR="00914968" w:rsidRPr="00AF3366">
        <w:rPr>
          <w:rFonts w:ascii="Comic Sans MS" w:hAnsi="Comic Sans MS"/>
          <w:sz w:val="16"/>
          <w:szCs w:val="16"/>
        </w:rPr>
        <w:t>oin</w:t>
      </w:r>
      <w:r w:rsidR="0091746A" w:rsidRPr="00AF3366">
        <w:rPr>
          <w:rFonts w:ascii="Comic Sans MS" w:hAnsi="Comic Sans MS"/>
          <w:sz w:val="16"/>
          <w:szCs w:val="16"/>
        </w:rPr>
        <w:t>ts).</w:t>
      </w:r>
    </w:p>
    <w:p w14:paraId="46276137" w14:textId="21115134" w:rsidR="00D027E7" w:rsidRPr="00AF3366" w:rsidRDefault="00914968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  <w:u w:val="single"/>
        </w:rPr>
        <w:t>Première opération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 :</w:t>
      </w:r>
    </w:p>
    <w:p w14:paraId="6FC95770" w14:textId="36AA5188" w:rsidR="004E24B7" w:rsidRPr="00AF3366" w:rsidRDefault="00D027E7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</w:rPr>
        <w:t xml:space="preserve">Pression </w:t>
      </w:r>
      <w:r w:rsidR="00914968" w:rsidRPr="00AF3366">
        <w:rPr>
          <w:rFonts w:ascii="Comic Sans MS" w:hAnsi="Comic Sans MS"/>
          <w:iCs/>
          <w:color w:val="0070C0"/>
          <w:sz w:val="16"/>
          <w:szCs w:val="16"/>
        </w:rPr>
        <w:t>à rajouter dans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 xml:space="preserve"> les tampons</w:t>
      </w:r>
      <w:r w:rsidR="00914968" w:rsidRPr="00AF3366">
        <w:rPr>
          <w:rFonts w:ascii="Comic Sans MS" w:hAnsi="Comic Sans MS"/>
          <w:iCs/>
          <w:color w:val="0070C0"/>
          <w:sz w:val="16"/>
          <w:szCs w:val="16"/>
        </w:rPr>
        <w:t xml:space="preserve"> : 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250-145</w:t>
      </w:r>
      <w:r w:rsidR="00914968" w:rsidRPr="00AF3366">
        <w:rPr>
          <w:rFonts w:ascii="Comic Sans MS" w:hAnsi="Comic Sans MS"/>
          <w:iCs/>
          <w:color w:val="0070C0"/>
          <w:sz w:val="16"/>
          <w:szCs w:val="16"/>
        </w:rPr>
        <w:t>,37 =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 xml:space="preserve"> </w:t>
      </w:r>
      <w:r w:rsidR="00977041" w:rsidRPr="00AF3366">
        <w:rPr>
          <w:rFonts w:ascii="Comic Sans MS" w:hAnsi="Comic Sans MS"/>
          <w:iCs/>
          <w:color w:val="0070C0"/>
          <w:sz w:val="16"/>
          <w:szCs w:val="16"/>
        </w:rPr>
        <w:t>10</w:t>
      </w:r>
      <w:r w:rsidR="00914968" w:rsidRPr="00AF3366">
        <w:rPr>
          <w:rFonts w:ascii="Comic Sans MS" w:hAnsi="Comic Sans MS"/>
          <w:iCs/>
          <w:color w:val="0070C0"/>
          <w:sz w:val="16"/>
          <w:szCs w:val="16"/>
        </w:rPr>
        <w:t>4,63</w:t>
      </w:r>
      <w:r w:rsidR="00D12149" w:rsidRPr="00AF3366">
        <w:rPr>
          <w:rFonts w:ascii="Comic Sans MS" w:hAnsi="Comic Sans MS"/>
          <w:iCs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bar</w:t>
      </w:r>
      <w:r w:rsidR="00D12149" w:rsidRPr="00AF3366">
        <w:rPr>
          <w:rFonts w:ascii="Comic Sans MS" w:hAnsi="Comic Sans MS"/>
          <w:iCs/>
          <w:color w:val="0070C0"/>
          <w:sz w:val="16"/>
          <w:szCs w:val="16"/>
        </w:rPr>
        <w:t>s</w:t>
      </w:r>
    </w:p>
    <w:p w14:paraId="34D5AA01" w14:textId="0211D945" w:rsidR="00D027E7" w:rsidRPr="00AF3366" w:rsidRDefault="00914968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</w:rPr>
        <w:t>Volume à introduire dans les tampons :</w:t>
      </w:r>
      <w:r w:rsidR="00D027E7" w:rsidRPr="00AF3366">
        <w:rPr>
          <w:rFonts w:ascii="Comic Sans MS" w:hAnsi="Comic Sans MS"/>
          <w:iCs/>
          <w:color w:val="0070C0"/>
          <w:sz w:val="16"/>
          <w:szCs w:val="16"/>
        </w:rPr>
        <w:t xml:space="preserve"> </w:t>
      </w:r>
      <w:r w:rsidR="00977041" w:rsidRPr="00AF3366">
        <w:rPr>
          <w:rFonts w:ascii="Comic Sans MS" w:hAnsi="Comic Sans MS"/>
          <w:iCs/>
          <w:color w:val="0070C0"/>
          <w:sz w:val="16"/>
          <w:szCs w:val="16"/>
        </w:rPr>
        <w:t>10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4,63</w:t>
      </w:r>
      <w:r w:rsidR="00D027E7" w:rsidRPr="00AF3366">
        <w:rPr>
          <w:rFonts w:ascii="Comic Sans MS" w:hAnsi="Comic Sans MS"/>
          <w:iCs/>
          <w:color w:val="0070C0"/>
          <w:sz w:val="16"/>
          <w:szCs w:val="16"/>
        </w:rPr>
        <w:t xml:space="preserve"> x 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(4 x 50)</w:t>
      </w:r>
      <w:r w:rsidR="00D027E7" w:rsidRPr="00AF3366">
        <w:rPr>
          <w:rFonts w:ascii="Comic Sans MS" w:hAnsi="Comic Sans MS"/>
          <w:iCs/>
          <w:color w:val="0070C0"/>
          <w:sz w:val="16"/>
          <w:szCs w:val="16"/>
        </w:rPr>
        <w:t xml:space="preserve"> = 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20926</w:t>
      </w:r>
      <w:r w:rsidR="00D12149" w:rsidRPr="00AF3366">
        <w:rPr>
          <w:rFonts w:ascii="Comic Sans MS" w:hAnsi="Comic Sans MS"/>
          <w:iCs/>
          <w:color w:val="0070C0"/>
          <w:sz w:val="16"/>
          <w:szCs w:val="16"/>
        </w:rPr>
        <w:t xml:space="preserve"> L</w:t>
      </w:r>
    </w:p>
    <w:p w14:paraId="170D295A" w14:textId="60D5F45D" w:rsidR="00235C2A" w:rsidRPr="00AF3366" w:rsidRDefault="00914968" w:rsidP="007218B4">
      <w:pPr>
        <w:tabs>
          <w:tab w:val="left" w:pos="5292"/>
        </w:tabs>
        <w:ind w:left="360"/>
        <w:contextualSpacing/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Durée de gonflage : 20926 / 500</w:t>
      </w:r>
      <w:r w:rsidR="00D027E7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= 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41,852 min =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 xml:space="preserve">41 min 51 s </w:t>
      </w:r>
      <w:r w:rsidR="00F17752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sym w:font="Symbol" w:char="F07E"/>
      </w:r>
      <w:r w:rsidR="00F17752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 xml:space="preserve">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42 min</w:t>
      </w:r>
      <w:r w:rsidR="00F17752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ab/>
        <w:t>(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1,5 point)</w:t>
      </w:r>
    </w:p>
    <w:p w14:paraId="6EF80DAD" w14:textId="13DBE14F" w:rsidR="00A158A2" w:rsidRPr="00AF3366" w:rsidRDefault="00F17752" w:rsidP="007218B4">
      <w:pPr>
        <w:ind w:left="357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  <w:u w:val="single"/>
        </w:rPr>
        <w:t>Seconde opération</w:t>
      </w:r>
      <w:r w:rsidRPr="00AF3366">
        <w:rPr>
          <w:rFonts w:ascii="Comic Sans MS" w:hAnsi="Comic Sans MS"/>
          <w:iCs/>
          <w:color w:val="0070C0"/>
          <w:sz w:val="16"/>
          <w:szCs w:val="16"/>
        </w:rPr>
        <w:t> :</w:t>
      </w:r>
    </w:p>
    <w:p w14:paraId="6761EB2B" w14:textId="4916A9CF" w:rsidR="00F17752" w:rsidRPr="00AF3366" w:rsidRDefault="00F17752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</w:rPr>
        <w:t>Pression à rajouter dans les tampons de la rampe 1 : 250-111,61 = 138,39 bars</w:t>
      </w:r>
    </w:p>
    <w:p w14:paraId="3287B3C1" w14:textId="6B2A5088" w:rsidR="00F17752" w:rsidRPr="00AF3366" w:rsidRDefault="00F17752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</w:rPr>
        <w:t>Volume à introduire dans ces tampons : 138,39 x (2 x 50) = 13839 L</w:t>
      </w:r>
    </w:p>
    <w:p w14:paraId="6B190319" w14:textId="7D78E293" w:rsidR="00F17752" w:rsidRPr="00AF3366" w:rsidRDefault="00F17752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</w:rPr>
        <w:t>Pression à rajouter dans les tampons de la rampe 2 : 250-156,25 = 93,75 bars</w:t>
      </w:r>
    </w:p>
    <w:p w14:paraId="7E3D6DF6" w14:textId="4D3594A5" w:rsidR="00F17752" w:rsidRPr="00AF3366" w:rsidRDefault="00F17752" w:rsidP="007218B4">
      <w:pPr>
        <w:ind w:left="360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hAnsi="Comic Sans MS"/>
          <w:iCs/>
          <w:color w:val="0070C0"/>
          <w:sz w:val="16"/>
          <w:szCs w:val="16"/>
        </w:rPr>
        <w:t>Volume à introduire dans ces tampons : 93,75 x (2 x 50) = 9375 L</w:t>
      </w:r>
    </w:p>
    <w:p w14:paraId="17225C81" w14:textId="3000E19F" w:rsidR="00A158A2" w:rsidRPr="00AF3366" w:rsidRDefault="00F17752" w:rsidP="007218B4">
      <w:pPr>
        <w:ind w:left="357" w:right="-1"/>
        <w:rPr>
          <w:rFonts w:ascii="Comic Sans MS" w:hAnsi="Comic Sans MS"/>
          <w:iCs/>
          <w:color w:val="0070C0"/>
          <w:sz w:val="16"/>
          <w:szCs w:val="16"/>
        </w:rPr>
      </w:pP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Durée de gonflage : </w:t>
      </w:r>
      <w:r w:rsidR="00004613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(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13839</w:t>
      </w:r>
      <w:r w:rsidR="00004613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+ 9375)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/ 500 = </w:t>
      </w:r>
      <w:r w:rsidR="00004613"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46,428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 xml:space="preserve"> min = 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4</w:t>
      </w:r>
      <w:r w:rsidR="00004613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6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 xml:space="preserve"> min </w:t>
      </w:r>
      <w:r w:rsidR="00004613"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>26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 xml:space="preserve"> s</w:t>
      </w:r>
      <w:r w:rsidRPr="00AF3366">
        <w:rPr>
          <w:rFonts w:ascii="Comic Sans MS" w:eastAsia="Calibri" w:hAnsi="Comic Sans MS" w:cs="Times New Roman"/>
          <w:b/>
          <w:bCs/>
          <w:color w:val="0070C0"/>
          <w:sz w:val="16"/>
          <w:szCs w:val="16"/>
          <w:lang w:eastAsia="en-US"/>
        </w:rPr>
        <w:tab/>
        <w:t>(</w:t>
      </w:r>
      <w:r w:rsidRPr="00AF3366">
        <w:rPr>
          <w:rFonts w:ascii="Comic Sans MS" w:eastAsia="Calibri" w:hAnsi="Comic Sans MS" w:cs="Times New Roman"/>
          <w:color w:val="0070C0"/>
          <w:sz w:val="16"/>
          <w:szCs w:val="16"/>
          <w:lang w:eastAsia="en-US"/>
        </w:rPr>
        <w:t>1,5 point)</w:t>
      </w:r>
    </w:p>
    <w:p w14:paraId="36D92DCE" w14:textId="0C761A36" w:rsidR="004E24B7" w:rsidRPr="00AF3366" w:rsidRDefault="004E24B7" w:rsidP="007218B4">
      <w:pPr>
        <w:ind w:left="708"/>
        <w:contextualSpacing/>
        <w:rPr>
          <w:rFonts w:ascii="Comic Sans MS" w:hAnsi="Comic Sans MS"/>
          <w:color w:val="0070C0"/>
          <w:sz w:val="16"/>
          <w:szCs w:val="16"/>
        </w:rPr>
      </w:pPr>
      <w:r w:rsidRPr="00AF3366">
        <w:rPr>
          <w:rFonts w:ascii="Comic Sans MS" w:hAnsi="Comic Sans MS"/>
          <w:color w:val="0070C0"/>
          <w:sz w:val="16"/>
          <w:szCs w:val="16"/>
        </w:rPr>
        <w:t xml:space="preserve"> (200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>x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>291)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>/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color w:val="0070C0"/>
          <w:sz w:val="16"/>
          <w:szCs w:val="16"/>
        </w:rPr>
        <w:t xml:space="preserve">317 = </w:t>
      </w:r>
      <w:r w:rsidRPr="00AF3366">
        <w:rPr>
          <w:rFonts w:ascii="Comic Sans MS" w:hAnsi="Comic Sans MS"/>
          <w:b/>
          <w:bCs/>
          <w:color w:val="0070C0"/>
          <w:sz w:val="16"/>
          <w:szCs w:val="16"/>
        </w:rPr>
        <w:t>183</w:t>
      </w:r>
      <w:r w:rsidR="0084396F" w:rsidRPr="00AF3366">
        <w:rPr>
          <w:rFonts w:ascii="Comic Sans MS" w:hAnsi="Comic Sans MS"/>
          <w:b/>
          <w:bCs/>
          <w:color w:val="0070C0"/>
          <w:sz w:val="16"/>
          <w:szCs w:val="16"/>
        </w:rPr>
        <w:t>,</w:t>
      </w:r>
      <w:r w:rsidRPr="00AF3366">
        <w:rPr>
          <w:rFonts w:ascii="Comic Sans MS" w:hAnsi="Comic Sans MS"/>
          <w:b/>
          <w:bCs/>
          <w:color w:val="0070C0"/>
          <w:sz w:val="16"/>
          <w:szCs w:val="16"/>
        </w:rPr>
        <w:t>60</w:t>
      </w:r>
      <w:r w:rsidR="000E692B" w:rsidRPr="00AF3366">
        <w:rPr>
          <w:rFonts w:ascii="Comic Sans MS" w:hAnsi="Comic Sans MS"/>
          <w:b/>
          <w:bCs/>
          <w:color w:val="0070C0"/>
          <w:sz w:val="16"/>
          <w:szCs w:val="16"/>
        </w:rPr>
        <w:t xml:space="preserve"> </w:t>
      </w:r>
      <w:r w:rsidRPr="00AF3366">
        <w:rPr>
          <w:rFonts w:ascii="Comic Sans MS" w:hAnsi="Comic Sans MS"/>
          <w:b/>
          <w:bCs/>
          <w:color w:val="0070C0"/>
          <w:sz w:val="16"/>
          <w:szCs w:val="16"/>
        </w:rPr>
        <w:t>bar</w:t>
      </w:r>
      <w:r w:rsidR="000E692B" w:rsidRPr="00AF3366">
        <w:rPr>
          <w:rFonts w:ascii="Comic Sans MS" w:hAnsi="Comic Sans MS"/>
          <w:b/>
          <w:bCs/>
          <w:color w:val="0070C0"/>
          <w:sz w:val="16"/>
          <w:szCs w:val="16"/>
        </w:rPr>
        <w:t>s</w:t>
      </w:r>
      <w:r w:rsidR="00161EDA" w:rsidRPr="00AF3366">
        <w:rPr>
          <w:rFonts w:ascii="Comic Sans MS" w:hAnsi="Comic Sans MS"/>
          <w:color w:val="0070C0"/>
          <w:sz w:val="16"/>
          <w:szCs w:val="16"/>
        </w:rPr>
        <w:tab/>
        <w:t>(2 p</w:t>
      </w:r>
      <w:r w:rsidR="0084396F" w:rsidRPr="00AF3366">
        <w:rPr>
          <w:rFonts w:ascii="Comic Sans MS" w:hAnsi="Comic Sans MS"/>
          <w:color w:val="0070C0"/>
          <w:sz w:val="16"/>
          <w:szCs w:val="16"/>
        </w:rPr>
        <w:t>oin</w:t>
      </w:r>
      <w:r w:rsidR="00161EDA" w:rsidRPr="00AF3366">
        <w:rPr>
          <w:rFonts w:ascii="Comic Sans MS" w:hAnsi="Comic Sans MS"/>
          <w:color w:val="0070C0"/>
          <w:sz w:val="16"/>
          <w:szCs w:val="16"/>
        </w:rPr>
        <w:t>ts)</w:t>
      </w:r>
    </w:p>
    <w:sectPr w:rsidR="004E24B7" w:rsidRPr="00AF3366" w:rsidSect="00AE2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D63FE" w14:textId="77777777" w:rsidR="00D00A65" w:rsidRDefault="00D00A65" w:rsidP="000C5341">
      <w:r>
        <w:separator/>
      </w:r>
    </w:p>
  </w:endnote>
  <w:endnote w:type="continuationSeparator" w:id="0">
    <w:p w14:paraId="7BBBE743" w14:textId="77777777" w:rsidR="00D00A65" w:rsidRDefault="00D00A65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4863A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0D0E273B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A29E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62BD7">
      <w:rPr>
        <w:rStyle w:val="Numrodepage"/>
      </w:rPr>
      <w:t>1</w:t>
    </w:r>
    <w:r>
      <w:rPr>
        <w:rStyle w:val="Numrodepage"/>
      </w:rPr>
      <w:fldChar w:fldCharType="end"/>
    </w:r>
  </w:p>
  <w:p w14:paraId="7D9B705F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536F" w14:textId="77777777" w:rsidR="00B204F1" w:rsidRDefault="00B204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93B14" w14:textId="77777777" w:rsidR="00D00A65" w:rsidRDefault="00D00A65" w:rsidP="000C5341">
      <w:r>
        <w:separator/>
      </w:r>
    </w:p>
  </w:footnote>
  <w:footnote w:type="continuationSeparator" w:id="0">
    <w:p w14:paraId="499D78D9" w14:textId="77777777" w:rsidR="00D00A65" w:rsidRDefault="00D00A65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C2E1" w14:textId="77777777" w:rsidR="00B204F1" w:rsidRDefault="00B204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19DBA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3C2F409" w14:textId="77777777" w:rsidTr="001F42B6">
      <w:tc>
        <w:tcPr>
          <w:tcW w:w="4219" w:type="dxa"/>
          <w:shd w:val="clear" w:color="auto" w:fill="auto"/>
        </w:tcPr>
        <w:p w14:paraId="11CC94B5" w14:textId="77777777" w:rsidR="00BD5318" w:rsidRDefault="00D00A65" w:rsidP="001F42B6">
          <w:pPr>
            <w:pStyle w:val="En-tte"/>
          </w:pPr>
          <w:r>
            <w:pict w14:anchorId="00B1B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78.25pt;height:46.95pt;mso-width-percent:0;mso-height-percent:0;mso-width-percent:0;mso-height-percent:0">
                <v:imagedata r:id="rId1" o:title="Logo technique transparent"/>
              </v:shape>
            </w:pict>
          </w:r>
        </w:p>
      </w:tc>
      <w:tc>
        <w:tcPr>
          <w:tcW w:w="5045" w:type="dxa"/>
          <w:shd w:val="clear" w:color="auto" w:fill="auto"/>
        </w:tcPr>
        <w:p w14:paraId="707196B4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0AF6503" w14:textId="3A1678B9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1918F635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737D" w14:textId="77777777" w:rsidR="00B204F1" w:rsidRDefault="00B204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2F17D1"/>
    <w:multiLevelType w:val="hybridMultilevel"/>
    <w:tmpl w:val="B49089D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1B412CC"/>
    <w:multiLevelType w:val="hybridMultilevel"/>
    <w:tmpl w:val="7E6C6C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161873"/>
    <w:multiLevelType w:val="hybridMultilevel"/>
    <w:tmpl w:val="43B4CF9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B29"/>
    <w:multiLevelType w:val="multilevel"/>
    <w:tmpl w:val="B0005BF6"/>
    <w:styleLink w:val="Listeactuelle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27DDB"/>
    <w:multiLevelType w:val="hybridMultilevel"/>
    <w:tmpl w:val="721873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81E52"/>
    <w:multiLevelType w:val="hybridMultilevel"/>
    <w:tmpl w:val="D1AE76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F0D63"/>
    <w:multiLevelType w:val="hybridMultilevel"/>
    <w:tmpl w:val="D8E096AA"/>
    <w:lvl w:ilvl="0" w:tplc="2968CCC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843CD8"/>
    <w:multiLevelType w:val="hybridMultilevel"/>
    <w:tmpl w:val="B436033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A3309"/>
    <w:multiLevelType w:val="hybridMultilevel"/>
    <w:tmpl w:val="34004B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5F27AB"/>
    <w:multiLevelType w:val="hybridMultilevel"/>
    <w:tmpl w:val="156AE9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60244"/>
    <w:multiLevelType w:val="hybridMultilevel"/>
    <w:tmpl w:val="867E2C5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D45368D"/>
    <w:multiLevelType w:val="hybridMultilevel"/>
    <w:tmpl w:val="95C42D5E"/>
    <w:lvl w:ilvl="0" w:tplc="1C22A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E811B1E"/>
    <w:multiLevelType w:val="hybridMultilevel"/>
    <w:tmpl w:val="FFEA50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9597E"/>
    <w:multiLevelType w:val="hybridMultilevel"/>
    <w:tmpl w:val="DCF8C98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94329B"/>
    <w:multiLevelType w:val="hybridMultilevel"/>
    <w:tmpl w:val="3C086012"/>
    <w:lvl w:ilvl="0" w:tplc="7E52B2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80DA2"/>
    <w:multiLevelType w:val="hybridMultilevel"/>
    <w:tmpl w:val="457E80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5B2132"/>
    <w:multiLevelType w:val="hybridMultilevel"/>
    <w:tmpl w:val="E8A24DB2"/>
    <w:lvl w:ilvl="0" w:tplc="1C22A8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032188"/>
    <w:multiLevelType w:val="hybridMultilevel"/>
    <w:tmpl w:val="F446BC2C"/>
    <w:lvl w:ilvl="0" w:tplc="34C2410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AB1CA4"/>
    <w:multiLevelType w:val="hybridMultilevel"/>
    <w:tmpl w:val="8B5E29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8A788B"/>
    <w:multiLevelType w:val="hybridMultilevel"/>
    <w:tmpl w:val="7CB6F36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7" w15:restartNumberingAfterBreak="0">
    <w:nsid w:val="68C04C60"/>
    <w:multiLevelType w:val="hybridMultilevel"/>
    <w:tmpl w:val="001A59DA"/>
    <w:lvl w:ilvl="0" w:tplc="45BEF6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B0020F8"/>
    <w:multiLevelType w:val="hybridMultilevel"/>
    <w:tmpl w:val="B6BE370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6CC0512A"/>
    <w:multiLevelType w:val="hybridMultilevel"/>
    <w:tmpl w:val="FA984C7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1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8346C1"/>
    <w:multiLevelType w:val="hybridMultilevel"/>
    <w:tmpl w:val="1E18F95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10407">
    <w:abstractNumId w:val="0"/>
  </w:num>
  <w:num w:numId="2" w16cid:durableId="1668097957">
    <w:abstractNumId w:val="17"/>
  </w:num>
  <w:num w:numId="3" w16cid:durableId="464126922">
    <w:abstractNumId w:val="6"/>
  </w:num>
  <w:num w:numId="4" w16cid:durableId="149180364">
    <w:abstractNumId w:val="11"/>
  </w:num>
  <w:num w:numId="5" w16cid:durableId="1134907448">
    <w:abstractNumId w:val="31"/>
  </w:num>
  <w:num w:numId="6" w16cid:durableId="1283267985">
    <w:abstractNumId w:val="26"/>
  </w:num>
  <w:num w:numId="7" w16cid:durableId="741291093">
    <w:abstractNumId w:val="30"/>
  </w:num>
  <w:num w:numId="8" w16cid:durableId="1197736456">
    <w:abstractNumId w:val="25"/>
  </w:num>
  <w:num w:numId="9" w16cid:durableId="1112239134">
    <w:abstractNumId w:val="4"/>
  </w:num>
  <w:num w:numId="10" w16cid:durableId="1401830164">
    <w:abstractNumId w:val="9"/>
  </w:num>
  <w:num w:numId="11" w16cid:durableId="1917277957">
    <w:abstractNumId w:val="27"/>
  </w:num>
  <w:num w:numId="12" w16cid:durableId="1009717444">
    <w:abstractNumId w:val="18"/>
  </w:num>
  <w:num w:numId="13" w16cid:durableId="1511866875">
    <w:abstractNumId w:val="3"/>
  </w:num>
  <w:num w:numId="14" w16cid:durableId="1183737547">
    <w:abstractNumId w:val="7"/>
  </w:num>
  <w:num w:numId="15" w16cid:durableId="46104117">
    <w:abstractNumId w:val="1"/>
  </w:num>
  <w:num w:numId="16" w16cid:durableId="1020086514">
    <w:abstractNumId w:val="15"/>
  </w:num>
  <w:num w:numId="17" w16cid:durableId="1287084380">
    <w:abstractNumId w:val="24"/>
  </w:num>
  <w:num w:numId="18" w16cid:durableId="321660221">
    <w:abstractNumId w:val="19"/>
  </w:num>
  <w:num w:numId="19" w16cid:durableId="528370058">
    <w:abstractNumId w:val="2"/>
  </w:num>
  <w:num w:numId="20" w16cid:durableId="1862667381">
    <w:abstractNumId w:val="5"/>
  </w:num>
  <w:num w:numId="21" w16cid:durableId="1492260823">
    <w:abstractNumId w:val="21"/>
  </w:num>
  <w:num w:numId="22" w16cid:durableId="695540612">
    <w:abstractNumId w:val="22"/>
  </w:num>
  <w:num w:numId="23" w16cid:durableId="21177401">
    <w:abstractNumId w:val="28"/>
  </w:num>
  <w:num w:numId="24" w16cid:durableId="359626152">
    <w:abstractNumId w:val="16"/>
  </w:num>
  <w:num w:numId="25" w16cid:durableId="1538393873">
    <w:abstractNumId w:val="13"/>
  </w:num>
  <w:num w:numId="26" w16cid:durableId="1825390731">
    <w:abstractNumId w:val="23"/>
  </w:num>
  <w:num w:numId="27" w16cid:durableId="1940602923">
    <w:abstractNumId w:val="8"/>
  </w:num>
  <w:num w:numId="28" w16cid:durableId="529727681">
    <w:abstractNumId w:val="20"/>
  </w:num>
  <w:num w:numId="29" w16cid:durableId="1998073101">
    <w:abstractNumId w:val="32"/>
  </w:num>
  <w:num w:numId="30" w16cid:durableId="561406291">
    <w:abstractNumId w:val="29"/>
  </w:num>
  <w:num w:numId="31" w16cid:durableId="2094930936">
    <w:abstractNumId w:val="12"/>
  </w:num>
  <w:num w:numId="32" w16cid:durableId="421679416">
    <w:abstractNumId w:val="10"/>
  </w:num>
  <w:num w:numId="33" w16cid:durableId="596863708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4613"/>
    <w:rsid w:val="00004C90"/>
    <w:rsid w:val="00007CAF"/>
    <w:rsid w:val="000118B2"/>
    <w:rsid w:val="00015BDA"/>
    <w:rsid w:val="00020F8E"/>
    <w:rsid w:val="00022614"/>
    <w:rsid w:val="0002461A"/>
    <w:rsid w:val="000376F7"/>
    <w:rsid w:val="00053BD9"/>
    <w:rsid w:val="00056967"/>
    <w:rsid w:val="000574E3"/>
    <w:rsid w:val="00075D61"/>
    <w:rsid w:val="00081326"/>
    <w:rsid w:val="00087671"/>
    <w:rsid w:val="00093DA3"/>
    <w:rsid w:val="000946B3"/>
    <w:rsid w:val="000973FA"/>
    <w:rsid w:val="000B72E6"/>
    <w:rsid w:val="000B7F28"/>
    <w:rsid w:val="000C5341"/>
    <w:rsid w:val="000D1062"/>
    <w:rsid w:val="000D3424"/>
    <w:rsid w:val="000D5296"/>
    <w:rsid w:val="000E692B"/>
    <w:rsid w:val="000E6A86"/>
    <w:rsid w:val="000F748F"/>
    <w:rsid w:val="00101710"/>
    <w:rsid w:val="001021AB"/>
    <w:rsid w:val="0010515B"/>
    <w:rsid w:val="0010520D"/>
    <w:rsid w:val="0010604C"/>
    <w:rsid w:val="00114290"/>
    <w:rsid w:val="00116BCC"/>
    <w:rsid w:val="0012391E"/>
    <w:rsid w:val="00146FCC"/>
    <w:rsid w:val="00150841"/>
    <w:rsid w:val="0015366B"/>
    <w:rsid w:val="0015376D"/>
    <w:rsid w:val="00161EDA"/>
    <w:rsid w:val="001647FA"/>
    <w:rsid w:val="001675F7"/>
    <w:rsid w:val="00170295"/>
    <w:rsid w:val="001704CE"/>
    <w:rsid w:val="001775D5"/>
    <w:rsid w:val="0018228F"/>
    <w:rsid w:val="00184301"/>
    <w:rsid w:val="00184947"/>
    <w:rsid w:val="0019408A"/>
    <w:rsid w:val="001B48E5"/>
    <w:rsid w:val="001C797F"/>
    <w:rsid w:val="001C7C23"/>
    <w:rsid w:val="001D3E6F"/>
    <w:rsid w:val="001E197C"/>
    <w:rsid w:val="001E2A4D"/>
    <w:rsid w:val="001E6EF8"/>
    <w:rsid w:val="001F0C16"/>
    <w:rsid w:val="001F42B6"/>
    <w:rsid w:val="00202D96"/>
    <w:rsid w:val="00203399"/>
    <w:rsid w:val="00207D9C"/>
    <w:rsid w:val="002159B5"/>
    <w:rsid w:val="0021792D"/>
    <w:rsid w:val="00224EF0"/>
    <w:rsid w:val="00225431"/>
    <w:rsid w:val="0022689C"/>
    <w:rsid w:val="002268D3"/>
    <w:rsid w:val="00233033"/>
    <w:rsid w:val="00235C2A"/>
    <w:rsid w:val="00251F0A"/>
    <w:rsid w:val="002565B3"/>
    <w:rsid w:val="002634D9"/>
    <w:rsid w:val="00271EA5"/>
    <w:rsid w:val="00274059"/>
    <w:rsid w:val="00277FB0"/>
    <w:rsid w:val="00287EBA"/>
    <w:rsid w:val="00294140"/>
    <w:rsid w:val="002A4A5C"/>
    <w:rsid w:val="002B0AC9"/>
    <w:rsid w:val="002B3975"/>
    <w:rsid w:val="002D06C6"/>
    <w:rsid w:val="002D2827"/>
    <w:rsid w:val="002D38CB"/>
    <w:rsid w:val="002D796C"/>
    <w:rsid w:val="002E600E"/>
    <w:rsid w:val="002E6184"/>
    <w:rsid w:val="002E75E9"/>
    <w:rsid w:val="002F05C9"/>
    <w:rsid w:val="002F1B8F"/>
    <w:rsid w:val="002F30DE"/>
    <w:rsid w:val="00306EFF"/>
    <w:rsid w:val="003107FB"/>
    <w:rsid w:val="00313DF9"/>
    <w:rsid w:val="00317D22"/>
    <w:rsid w:val="00323D70"/>
    <w:rsid w:val="00324B8C"/>
    <w:rsid w:val="0032633E"/>
    <w:rsid w:val="003464B8"/>
    <w:rsid w:val="00347AFF"/>
    <w:rsid w:val="00374433"/>
    <w:rsid w:val="003768DA"/>
    <w:rsid w:val="003848A1"/>
    <w:rsid w:val="0039468F"/>
    <w:rsid w:val="00397C87"/>
    <w:rsid w:val="003B24D6"/>
    <w:rsid w:val="003B34DE"/>
    <w:rsid w:val="003C18DE"/>
    <w:rsid w:val="003C5A42"/>
    <w:rsid w:val="003D023F"/>
    <w:rsid w:val="003D41E5"/>
    <w:rsid w:val="003D65B2"/>
    <w:rsid w:val="003E02F7"/>
    <w:rsid w:val="003E05E4"/>
    <w:rsid w:val="003E15FF"/>
    <w:rsid w:val="003F2C44"/>
    <w:rsid w:val="00404F5D"/>
    <w:rsid w:val="004063DD"/>
    <w:rsid w:val="00422498"/>
    <w:rsid w:val="004308C8"/>
    <w:rsid w:val="00436962"/>
    <w:rsid w:val="00443DA0"/>
    <w:rsid w:val="004516AE"/>
    <w:rsid w:val="00461C4E"/>
    <w:rsid w:val="00467827"/>
    <w:rsid w:val="00473182"/>
    <w:rsid w:val="00473450"/>
    <w:rsid w:val="00475CD6"/>
    <w:rsid w:val="00476A1F"/>
    <w:rsid w:val="004828FD"/>
    <w:rsid w:val="00494E4C"/>
    <w:rsid w:val="00497E08"/>
    <w:rsid w:val="004B43DE"/>
    <w:rsid w:val="004B460A"/>
    <w:rsid w:val="004B4AE8"/>
    <w:rsid w:val="004C4A15"/>
    <w:rsid w:val="004C516C"/>
    <w:rsid w:val="004E1CA7"/>
    <w:rsid w:val="004E24B7"/>
    <w:rsid w:val="004F18B4"/>
    <w:rsid w:val="004F4049"/>
    <w:rsid w:val="004F670C"/>
    <w:rsid w:val="00504390"/>
    <w:rsid w:val="00506418"/>
    <w:rsid w:val="005109C2"/>
    <w:rsid w:val="0051360B"/>
    <w:rsid w:val="00514594"/>
    <w:rsid w:val="0054558F"/>
    <w:rsid w:val="005550D3"/>
    <w:rsid w:val="005551AF"/>
    <w:rsid w:val="00557DCA"/>
    <w:rsid w:val="00563C5B"/>
    <w:rsid w:val="0056406E"/>
    <w:rsid w:val="00570F16"/>
    <w:rsid w:val="00577798"/>
    <w:rsid w:val="005878ED"/>
    <w:rsid w:val="00587C5E"/>
    <w:rsid w:val="005B5C50"/>
    <w:rsid w:val="005B6503"/>
    <w:rsid w:val="005C631D"/>
    <w:rsid w:val="005C6C42"/>
    <w:rsid w:val="005D2961"/>
    <w:rsid w:val="005D38FB"/>
    <w:rsid w:val="005D649F"/>
    <w:rsid w:val="005D756E"/>
    <w:rsid w:val="005E4540"/>
    <w:rsid w:val="005E5D32"/>
    <w:rsid w:val="005E6344"/>
    <w:rsid w:val="00603DEF"/>
    <w:rsid w:val="00603FDF"/>
    <w:rsid w:val="0060715E"/>
    <w:rsid w:val="00621173"/>
    <w:rsid w:val="00627B2D"/>
    <w:rsid w:val="00635FC7"/>
    <w:rsid w:val="0063686B"/>
    <w:rsid w:val="0064577B"/>
    <w:rsid w:val="00653096"/>
    <w:rsid w:val="006541FD"/>
    <w:rsid w:val="00660B2A"/>
    <w:rsid w:val="00673413"/>
    <w:rsid w:val="006738B4"/>
    <w:rsid w:val="006806FE"/>
    <w:rsid w:val="006807CD"/>
    <w:rsid w:val="006A21DE"/>
    <w:rsid w:val="006C5F9C"/>
    <w:rsid w:val="006F0745"/>
    <w:rsid w:val="006F72AD"/>
    <w:rsid w:val="006F7655"/>
    <w:rsid w:val="006F7B27"/>
    <w:rsid w:val="00702BC5"/>
    <w:rsid w:val="00706E39"/>
    <w:rsid w:val="00716C0C"/>
    <w:rsid w:val="00717AEB"/>
    <w:rsid w:val="007218B4"/>
    <w:rsid w:val="007251A4"/>
    <w:rsid w:val="0073049E"/>
    <w:rsid w:val="00736934"/>
    <w:rsid w:val="00736954"/>
    <w:rsid w:val="00741E38"/>
    <w:rsid w:val="00743E2B"/>
    <w:rsid w:val="007514E2"/>
    <w:rsid w:val="00761EBB"/>
    <w:rsid w:val="00764BCF"/>
    <w:rsid w:val="00772571"/>
    <w:rsid w:val="0078015A"/>
    <w:rsid w:val="007831A0"/>
    <w:rsid w:val="0079539F"/>
    <w:rsid w:val="007A0EAB"/>
    <w:rsid w:val="007A1FFA"/>
    <w:rsid w:val="007B2D0C"/>
    <w:rsid w:val="007B6362"/>
    <w:rsid w:val="007C5267"/>
    <w:rsid w:val="007E0AFB"/>
    <w:rsid w:val="007E6B7E"/>
    <w:rsid w:val="007E72E8"/>
    <w:rsid w:val="007F2E31"/>
    <w:rsid w:val="007F37A8"/>
    <w:rsid w:val="007F7C37"/>
    <w:rsid w:val="00804C3A"/>
    <w:rsid w:val="00804D7D"/>
    <w:rsid w:val="008050AF"/>
    <w:rsid w:val="008071C3"/>
    <w:rsid w:val="008136E4"/>
    <w:rsid w:val="00823220"/>
    <w:rsid w:val="00827A02"/>
    <w:rsid w:val="008336D4"/>
    <w:rsid w:val="00842D6B"/>
    <w:rsid w:val="0084396F"/>
    <w:rsid w:val="008511AF"/>
    <w:rsid w:val="0085224D"/>
    <w:rsid w:val="0085306B"/>
    <w:rsid w:val="008607C1"/>
    <w:rsid w:val="00865F45"/>
    <w:rsid w:val="0087320A"/>
    <w:rsid w:val="008742CC"/>
    <w:rsid w:val="00874AEB"/>
    <w:rsid w:val="00885656"/>
    <w:rsid w:val="008A0DB0"/>
    <w:rsid w:val="008A3E3B"/>
    <w:rsid w:val="008B0AF2"/>
    <w:rsid w:val="008B26A1"/>
    <w:rsid w:val="008B293C"/>
    <w:rsid w:val="008C0A01"/>
    <w:rsid w:val="008D3B5C"/>
    <w:rsid w:val="008D744A"/>
    <w:rsid w:val="008E1F80"/>
    <w:rsid w:val="008F1CFA"/>
    <w:rsid w:val="008F597F"/>
    <w:rsid w:val="00901C60"/>
    <w:rsid w:val="00904DA4"/>
    <w:rsid w:val="00910B61"/>
    <w:rsid w:val="009128B7"/>
    <w:rsid w:val="00913850"/>
    <w:rsid w:val="00914968"/>
    <w:rsid w:val="0091746A"/>
    <w:rsid w:val="00917CB0"/>
    <w:rsid w:val="0092571A"/>
    <w:rsid w:val="00930D7E"/>
    <w:rsid w:val="00934360"/>
    <w:rsid w:val="00936DC6"/>
    <w:rsid w:val="00942EB6"/>
    <w:rsid w:val="0094723C"/>
    <w:rsid w:val="00950D70"/>
    <w:rsid w:val="00961A28"/>
    <w:rsid w:val="00973C54"/>
    <w:rsid w:val="00977041"/>
    <w:rsid w:val="00985303"/>
    <w:rsid w:val="0099182D"/>
    <w:rsid w:val="009A1B38"/>
    <w:rsid w:val="009A3E30"/>
    <w:rsid w:val="009A7822"/>
    <w:rsid w:val="009C103B"/>
    <w:rsid w:val="009C59B2"/>
    <w:rsid w:val="009C70E6"/>
    <w:rsid w:val="009D51B2"/>
    <w:rsid w:val="009E78E4"/>
    <w:rsid w:val="009F3065"/>
    <w:rsid w:val="009F5938"/>
    <w:rsid w:val="00A024C6"/>
    <w:rsid w:val="00A13DBE"/>
    <w:rsid w:val="00A1488A"/>
    <w:rsid w:val="00A158A2"/>
    <w:rsid w:val="00A326A0"/>
    <w:rsid w:val="00A3383F"/>
    <w:rsid w:val="00A3703F"/>
    <w:rsid w:val="00A54E14"/>
    <w:rsid w:val="00A5530E"/>
    <w:rsid w:val="00A606D3"/>
    <w:rsid w:val="00A73772"/>
    <w:rsid w:val="00A74D95"/>
    <w:rsid w:val="00A81A99"/>
    <w:rsid w:val="00A849EF"/>
    <w:rsid w:val="00A85C8B"/>
    <w:rsid w:val="00A90192"/>
    <w:rsid w:val="00A90FB8"/>
    <w:rsid w:val="00A9286A"/>
    <w:rsid w:val="00A95399"/>
    <w:rsid w:val="00AA5025"/>
    <w:rsid w:val="00AA5BB7"/>
    <w:rsid w:val="00AC3A61"/>
    <w:rsid w:val="00AD58D9"/>
    <w:rsid w:val="00AD6A1E"/>
    <w:rsid w:val="00AE2307"/>
    <w:rsid w:val="00AF3366"/>
    <w:rsid w:val="00AF6EB0"/>
    <w:rsid w:val="00B016A9"/>
    <w:rsid w:val="00B04CE4"/>
    <w:rsid w:val="00B05075"/>
    <w:rsid w:val="00B204F1"/>
    <w:rsid w:val="00B20821"/>
    <w:rsid w:val="00B24418"/>
    <w:rsid w:val="00B350E1"/>
    <w:rsid w:val="00B35FB2"/>
    <w:rsid w:val="00B415BE"/>
    <w:rsid w:val="00B47134"/>
    <w:rsid w:val="00B517E1"/>
    <w:rsid w:val="00B54C2B"/>
    <w:rsid w:val="00B627B4"/>
    <w:rsid w:val="00B65769"/>
    <w:rsid w:val="00B6711E"/>
    <w:rsid w:val="00B765A8"/>
    <w:rsid w:val="00B77971"/>
    <w:rsid w:val="00B80501"/>
    <w:rsid w:val="00B856FB"/>
    <w:rsid w:val="00B9261B"/>
    <w:rsid w:val="00B95567"/>
    <w:rsid w:val="00B95FC8"/>
    <w:rsid w:val="00BA55C6"/>
    <w:rsid w:val="00BB385F"/>
    <w:rsid w:val="00BB63A0"/>
    <w:rsid w:val="00BC4ADE"/>
    <w:rsid w:val="00BD1949"/>
    <w:rsid w:val="00BD37DE"/>
    <w:rsid w:val="00BD5318"/>
    <w:rsid w:val="00BD7E36"/>
    <w:rsid w:val="00BE2F9E"/>
    <w:rsid w:val="00BF58C7"/>
    <w:rsid w:val="00BF5CE4"/>
    <w:rsid w:val="00BF682B"/>
    <w:rsid w:val="00C068EC"/>
    <w:rsid w:val="00C111A0"/>
    <w:rsid w:val="00C168BF"/>
    <w:rsid w:val="00C16E9A"/>
    <w:rsid w:val="00C2373C"/>
    <w:rsid w:val="00C24404"/>
    <w:rsid w:val="00C36D86"/>
    <w:rsid w:val="00C37337"/>
    <w:rsid w:val="00C43E04"/>
    <w:rsid w:val="00C44F59"/>
    <w:rsid w:val="00C517C6"/>
    <w:rsid w:val="00C5498C"/>
    <w:rsid w:val="00C618FC"/>
    <w:rsid w:val="00C723CE"/>
    <w:rsid w:val="00C72F1D"/>
    <w:rsid w:val="00CB1F22"/>
    <w:rsid w:val="00CC087E"/>
    <w:rsid w:val="00CD1236"/>
    <w:rsid w:val="00CD3282"/>
    <w:rsid w:val="00CE3367"/>
    <w:rsid w:val="00CE72AF"/>
    <w:rsid w:val="00CF5696"/>
    <w:rsid w:val="00D003E0"/>
    <w:rsid w:val="00D00A65"/>
    <w:rsid w:val="00D027E7"/>
    <w:rsid w:val="00D0382B"/>
    <w:rsid w:val="00D03F16"/>
    <w:rsid w:val="00D0590C"/>
    <w:rsid w:val="00D10D53"/>
    <w:rsid w:val="00D117DB"/>
    <w:rsid w:val="00D120AC"/>
    <w:rsid w:val="00D12149"/>
    <w:rsid w:val="00D46E24"/>
    <w:rsid w:val="00D519C0"/>
    <w:rsid w:val="00D5723B"/>
    <w:rsid w:val="00D630ED"/>
    <w:rsid w:val="00D64587"/>
    <w:rsid w:val="00D65937"/>
    <w:rsid w:val="00D67BF4"/>
    <w:rsid w:val="00D76E42"/>
    <w:rsid w:val="00D92366"/>
    <w:rsid w:val="00DA1668"/>
    <w:rsid w:val="00DB1122"/>
    <w:rsid w:val="00DC02C0"/>
    <w:rsid w:val="00DC1553"/>
    <w:rsid w:val="00DC556D"/>
    <w:rsid w:val="00DC714F"/>
    <w:rsid w:val="00DD1E34"/>
    <w:rsid w:val="00DE090A"/>
    <w:rsid w:val="00DE4C83"/>
    <w:rsid w:val="00DF5DEC"/>
    <w:rsid w:val="00E10C38"/>
    <w:rsid w:val="00E10DEE"/>
    <w:rsid w:val="00E17CED"/>
    <w:rsid w:val="00E20045"/>
    <w:rsid w:val="00E274DA"/>
    <w:rsid w:val="00E36726"/>
    <w:rsid w:val="00E36ED2"/>
    <w:rsid w:val="00E43ABF"/>
    <w:rsid w:val="00E4419F"/>
    <w:rsid w:val="00E452B4"/>
    <w:rsid w:val="00E5318A"/>
    <w:rsid w:val="00E54B9C"/>
    <w:rsid w:val="00E561D3"/>
    <w:rsid w:val="00E57028"/>
    <w:rsid w:val="00E57B0F"/>
    <w:rsid w:val="00E618D5"/>
    <w:rsid w:val="00E62BD7"/>
    <w:rsid w:val="00E7054B"/>
    <w:rsid w:val="00E746C9"/>
    <w:rsid w:val="00E8284C"/>
    <w:rsid w:val="00E837B9"/>
    <w:rsid w:val="00E9644B"/>
    <w:rsid w:val="00EB07BD"/>
    <w:rsid w:val="00EB4A8A"/>
    <w:rsid w:val="00EC46ED"/>
    <w:rsid w:val="00ED216C"/>
    <w:rsid w:val="00ED3CFF"/>
    <w:rsid w:val="00EE5BE8"/>
    <w:rsid w:val="00EF19AC"/>
    <w:rsid w:val="00F00212"/>
    <w:rsid w:val="00F069EB"/>
    <w:rsid w:val="00F123C2"/>
    <w:rsid w:val="00F17752"/>
    <w:rsid w:val="00F3048D"/>
    <w:rsid w:val="00F30F95"/>
    <w:rsid w:val="00F3277F"/>
    <w:rsid w:val="00F340C6"/>
    <w:rsid w:val="00F406F3"/>
    <w:rsid w:val="00F56DFE"/>
    <w:rsid w:val="00F572D9"/>
    <w:rsid w:val="00F66CC7"/>
    <w:rsid w:val="00F75117"/>
    <w:rsid w:val="00F76A2D"/>
    <w:rsid w:val="00F770E6"/>
    <w:rsid w:val="00FA1686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EAE721"/>
  <w14:defaultImageDpi w14:val="300"/>
  <w15:chartTrackingRefBased/>
  <w15:docId w15:val="{6338D175-FEDD-4F14-9E8B-D118837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0574E3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2565B3"/>
    <w:rPr>
      <w:sz w:val="16"/>
      <w:szCs w:val="16"/>
    </w:rPr>
  </w:style>
  <w:style w:type="paragraph" w:styleId="Commentaire">
    <w:name w:val="annotation text"/>
    <w:basedOn w:val="Normal"/>
    <w:link w:val="CommentaireCar"/>
    <w:rsid w:val="002565B3"/>
    <w:rPr>
      <w:szCs w:val="20"/>
    </w:rPr>
  </w:style>
  <w:style w:type="character" w:customStyle="1" w:styleId="CommentaireCar">
    <w:name w:val="Commentaire Car"/>
    <w:link w:val="Commentaire"/>
    <w:rsid w:val="002565B3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2565B3"/>
    <w:rPr>
      <w:b/>
      <w:bCs/>
    </w:rPr>
  </w:style>
  <w:style w:type="character" w:customStyle="1" w:styleId="ObjetducommentaireCar">
    <w:name w:val="Objet du commentaire Car"/>
    <w:link w:val="Objetducommentaire"/>
    <w:rsid w:val="002565B3"/>
    <w:rPr>
      <w:rFonts w:ascii="Arial" w:hAnsi="Arial" w:cs="Arial"/>
      <w:b/>
      <w:bCs/>
      <w:color w:val="000000"/>
    </w:rPr>
  </w:style>
  <w:style w:type="numbering" w:customStyle="1" w:styleId="Listeactuelle1">
    <w:name w:val="Liste actuelle1"/>
    <w:uiPriority w:val="99"/>
    <w:rsid w:val="009F3065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B56B-7E97-1744-ACE6-0C47269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262</TotalTime>
  <Pages>1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54</cp:revision>
  <cp:lastPrinted>2020-10-07T21:04:00Z</cp:lastPrinted>
  <dcterms:created xsi:type="dcterms:W3CDTF">2020-12-06T20:28:00Z</dcterms:created>
  <dcterms:modified xsi:type="dcterms:W3CDTF">2022-11-05T15:25:00Z</dcterms:modified>
</cp:coreProperties>
</file>